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5271E422" w14:textId="1A5A1F9C" w:rsidR="00441DA5" w:rsidRPr="00742463" w:rsidRDefault="004E36AD" w:rsidP="003C24DC">
      <w:pPr>
        <w:tabs>
          <w:tab w:val="left" w:pos="2835"/>
        </w:tabs>
        <w:spacing w:before="240" w:after="240"/>
        <w:ind w:left="2835" w:hanging="2835"/>
        <w:jc w:val="center"/>
        <w:rPr>
          <w:rFonts w:ascii="Calibri" w:hAnsi="Calibri" w:cs="Calibri"/>
          <w:highlight w:val="yellow"/>
          <w:lang w:val="en-GB"/>
        </w:rPr>
      </w:pPr>
      <w:r w:rsidRPr="00742463">
        <w:rPr>
          <w:b/>
          <w:lang w:val="en-GB"/>
        </w:rPr>
        <w:t>Procurement No:</w:t>
      </w:r>
      <w:r w:rsidRPr="00742463">
        <w:rPr>
          <w:lang w:val="en-GB"/>
        </w:rPr>
        <w:tab/>
      </w:r>
      <w:r w:rsidR="00072CE8" w:rsidRPr="00C940F8">
        <w:rPr>
          <w:rStyle w:val="Strong"/>
          <w:b w:val="0"/>
          <w:bCs w:val="0"/>
        </w:rPr>
        <w:t>23-SS005-25</w:t>
      </w:r>
      <w:r w:rsidR="00441DA5"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3E6BBCE8" w14:textId="4D333F31" w:rsidR="00C44890" w:rsidRPr="00742463" w:rsidRDefault="00C44890" w:rsidP="00C44890">
      <w:pPr>
        <w:pStyle w:val="Heading3"/>
        <w:rPr>
          <w:lang w:val="en-GB"/>
        </w:rPr>
      </w:pPr>
      <w:bookmarkStart w:id="2" w:name="_Toc293504682"/>
      <w:bookmarkStart w:id="3" w:name="_Toc419729572"/>
      <w:bookmarkStart w:id="4" w:name="_Toc292659306"/>
      <w:r w:rsidRPr="00742463">
        <w:rPr>
          <w:lang w:val="en-GB"/>
        </w:rPr>
        <w:t>Background</w:t>
      </w:r>
      <w:bookmarkEnd w:id="2"/>
      <w:bookmarkEnd w:id="3"/>
    </w:p>
    <w:p w14:paraId="1FFCBAA8" w14:textId="3E059E24" w:rsidR="003C24DC" w:rsidRPr="00742463" w:rsidRDefault="003C24DC" w:rsidP="003C24DC">
      <w:pPr>
        <w:rPr>
          <w:lang w:val="en-GB"/>
        </w:rPr>
      </w:pPr>
      <w:bookmarkStart w:id="5" w:name="_Toc312171709"/>
      <w:r w:rsidRPr="00B95B9A">
        <w:rPr>
          <w:lang w:val="en-GB"/>
        </w:rPr>
        <w:t>The</w:t>
      </w:r>
      <w:r>
        <w:rPr>
          <w:lang w:val="en-GB"/>
        </w:rPr>
        <w:t xml:space="preserve"> Ministry of Education is committed to providing access to quality education and part of this manifesto is to transport Government of Kiribati (GOK) sponsored students safely and smoothly to their education institution and back to Kiribati for the end of the year school holidays. MOE is chartering flights which would uplift the students from Tarawa to Nadi with the goal that these flights would transport all students from Tarawa to their various institutions in Fiji. </w:t>
      </w:r>
    </w:p>
    <w:p w14:paraId="000280F4" w14:textId="1A2FB770" w:rsidR="00C44890" w:rsidRPr="00742463" w:rsidRDefault="002A4740" w:rsidP="00C44890">
      <w:pPr>
        <w:pStyle w:val="Heading3"/>
        <w:rPr>
          <w:rFonts w:cs="Calibri"/>
          <w:lang w:val="en-GB"/>
        </w:rPr>
      </w:pPr>
      <w:r w:rsidRPr="00742463">
        <w:rPr>
          <w:rFonts w:cs="Calibri"/>
          <w:lang w:val="en-GB"/>
        </w:rPr>
        <w:t>Requirements</w:t>
      </w:r>
    </w:p>
    <w:p w14:paraId="7B19B727" w14:textId="6B9DDAC8" w:rsidR="00C44890" w:rsidRDefault="00C44890" w:rsidP="00C44890">
      <w:pPr>
        <w:rPr>
          <w:lang w:val="en-GB"/>
        </w:rPr>
      </w:pPr>
      <w:bookmarkStart w:id="6" w:name="_Toc308102003"/>
      <w:r w:rsidRPr="00742463">
        <w:rPr>
          <w:lang w:val="en-GB"/>
        </w:rPr>
        <w:t>All supporting documentation must be in English.</w:t>
      </w:r>
    </w:p>
    <w:p w14:paraId="21DF17C1" w14:textId="40EE131F" w:rsidR="003C24DC" w:rsidRDefault="003C24DC" w:rsidP="00C44890">
      <w:pPr>
        <w:rPr>
          <w:lang w:val="en-GB"/>
        </w:rPr>
      </w:pPr>
    </w:p>
    <w:p w14:paraId="771FFC18" w14:textId="77777777" w:rsidR="003C24DC" w:rsidRPr="0099094D" w:rsidRDefault="003C24DC" w:rsidP="003C24DC">
      <w:pPr>
        <w:rPr>
          <w:lang w:val="en-GB"/>
        </w:rPr>
      </w:pPr>
      <w:r w:rsidRPr="0099094D">
        <w:rPr>
          <w:lang w:val="en-GB"/>
        </w:rPr>
        <w:t>Exclusionary criteria assessment will be based on the followings. Failure to provide such</w:t>
      </w:r>
    </w:p>
    <w:p w14:paraId="2117103E" w14:textId="77777777" w:rsidR="003C24DC" w:rsidRPr="0026396A" w:rsidRDefault="003C24DC" w:rsidP="003C24DC">
      <w:pPr>
        <w:rPr>
          <w:lang w:val="en-GB"/>
        </w:rPr>
      </w:pPr>
      <w:r w:rsidRPr="0099094D">
        <w:rPr>
          <w:lang w:val="en-GB"/>
        </w:rPr>
        <w:t>supporting documents will result in disqualifying the tenderer.</w:t>
      </w:r>
      <w:r>
        <w:rPr>
          <w:lang w:val="en-GB"/>
        </w:rPr>
        <w:t xml:space="preserve"> Please note the following falls under the </w:t>
      </w:r>
      <w:r>
        <w:rPr>
          <w:b/>
          <w:i/>
          <w:lang w:val="en-GB"/>
        </w:rPr>
        <w:t>Technical Component</w:t>
      </w:r>
      <w:r>
        <w:rPr>
          <w:lang w:val="en-GB"/>
        </w:rPr>
        <w:t>.</w:t>
      </w:r>
    </w:p>
    <w:p w14:paraId="0CD6E72E" w14:textId="77777777" w:rsidR="003C24DC" w:rsidRPr="0026396A" w:rsidRDefault="003C24DC" w:rsidP="003C24DC">
      <w:pPr>
        <w:pStyle w:val="ListParagraph"/>
        <w:numPr>
          <w:ilvl w:val="0"/>
          <w:numId w:val="16"/>
        </w:numPr>
        <w:ind w:leftChars="0"/>
        <w:rPr>
          <w:lang w:val="en-GB"/>
        </w:rPr>
      </w:pPr>
      <w:r w:rsidRPr="0026396A">
        <w:rPr>
          <w:lang w:val="en-GB"/>
        </w:rPr>
        <w:t>Certificate of Airworthiness (CoA)</w:t>
      </w:r>
    </w:p>
    <w:p w14:paraId="2B6F7C38" w14:textId="77777777" w:rsidR="003C24DC" w:rsidRPr="0026396A" w:rsidRDefault="003C24DC" w:rsidP="003C24DC">
      <w:pPr>
        <w:pStyle w:val="ListParagraph"/>
        <w:numPr>
          <w:ilvl w:val="0"/>
          <w:numId w:val="16"/>
        </w:numPr>
        <w:ind w:leftChars="0"/>
        <w:rPr>
          <w:lang w:val="en-GB"/>
        </w:rPr>
      </w:pPr>
      <w:r w:rsidRPr="0026396A">
        <w:rPr>
          <w:lang w:val="en-GB"/>
        </w:rPr>
        <w:t>Insurance</w:t>
      </w:r>
    </w:p>
    <w:p w14:paraId="6EFD4622" w14:textId="77777777" w:rsidR="003C24DC" w:rsidRPr="0026396A" w:rsidRDefault="003C24DC" w:rsidP="003C24DC">
      <w:pPr>
        <w:pStyle w:val="ListParagraph"/>
        <w:numPr>
          <w:ilvl w:val="0"/>
          <w:numId w:val="16"/>
        </w:numPr>
        <w:ind w:leftChars="0"/>
        <w:rPr>
          <w:lang w:val="en-GB"/>
        </w:rPr>
      </w:pPr>
      <w:r w:rsidRPr="0026396A">
        <w:rPr>
          <w:lang w:val="en-GB"/>
        </w:rPr>
        <w:t>Aircraft Maximum Take Off Weight</w:t>
      </w:r>
    </w:p>
    <w:p w14:paraId="057885BC" w14:textId="77777777" w:rsidR="003C24DC" w:rsidRPr="0026396A" w:rsidRDefault="003C24DC" w:rsidP="003C24DC">
      <w:pPr>
        <w:pStyle w:val="ListParagraph"/>
        <w:numPr>
          <w:ilvl w:val="0"/>
          <w:numId w:val="16"/>
        </w:numPr>
        <w:ind w:leftChars="0"/>
        <w:rPr>
          <w:lang w:val="en-GB"/>
        </w:rPr>
      </w:pPr>
      <w:r w:rsidRPr="0026396A">
        <w:rPr>
          <w:lang w:val="en-GB"/>
        </w:rPr>
        <w:t>Air Operation Certificate (if necessary)</w:t>
      </w:r>
    </w:p>
    <w:p w14:paraId="7BAF28AD" w14:textId="77777777" w:rsidR="003C24DC" w:rsidRPr="0099094D" w:rsidRDefault="003C24DC" w:rsidP="003C24DC">
      <w:pPr>
        <w:rPr>
          <w:lang w:val="en-GB"/>
        </w:rPr>
      </w:pPr>
      <w:r w:rsidRPr="0099094D">
        <w:rPr>
          <w:lang w:val="en-GB"/>
        </w:rPr>
        <w:t>The above requirements will be checked during the tender opening, so failure to provide will result</w:t>
      </w:r>
    </w:p>
    <w:p w14:paraId="09B87B93" w14:textId="77777777" w:rsidR="003C24DC" w:rsidRPr="0026396A" w:rsidRDefault="003C24DC" w:rsidP="003C24DC">
      <w:pPr>
        <w:rPr>
          <w:lang w:val="en-GB"/>
        </w:rPr>
      </w:pPr>
      <w:r w:rsidRPr="0099094D">
        <w:rPr>
          <w:lang w:val="en-GB"/>
        </w:rPr>
        <w:t>in disqualifying the Tenderer’s submission</w:t>
      </w:r>
      <w:r>
        <w:rPr>
          <w:lang w:val="en-GB"/>
        </w:rPr>
        <w:t xml:space="preserve">. Other mandatory documents required can found in the </w:t>
      </w:r>
      <w:r>
        <w:rPr>
          <w:b/>
          <w:i/>
          <w:lang w:val="en-GB"/>
        </w:rPr>
        <w:t xml:space="preserve">Instructions on How to Submit a Quotation </w:t>
      </w:r>
      <w:r>
        <w:rPr>
          <w:lang w:val="en-GB"/>
        </w:rPr>
        <w:t>template, page 5.</w:t>
      </w:r>
    </w:p>
    <w:p w14:paraId="05695A4C" w14:textId="77777777" w:rsidR="003C24DC" w:rsidRPr="0099094D" w:rsidRDefault="003C24DC" w:rsidP="003C24DC">
      <w:pPr>
        <w:rPr>
          <w:lang w:val="en-GB"/>
        </w:rPr>
      </w:pPr>
      <w:r w:rsidRPr="0099094D">
        <w:rPr>
          <w:lang w:val="en-GB"/>
        </w:rPr>
        <w:t>For the purpose of evaluating the qualified tenderers, the evaluation criteria outlined in the</w:t>
      </w:r>
    </w:p>
    <w:p w14:paraId="35B9C950" w14:textId="77777777" w:rsidR="003C24DC" w:rsidRPr="0099094D" w:rsidRDefault="003C24DC" w:rsidP="003C24DC">
      <w:pPr>
        <w:rPr>
          <w:lang w:val="en-GB"/>
        </w:rPr>
      </w:pPr>
      <w:r w:rsidRPr="0099094D">
        <w:rPr>
          <w:lang w:val="en-GB"/>
        </w:rPr>
        <w:t>“Evaluation criteria and Method Templates” will be considered for assessment on the “value for</w:t>
      </w:r>
    </w:p>
    <w:p w14:paraId="336CC247" w14:textId="77777777" w:rsidR="003C24DC" w:rsidRPr="00742463" w:rsidRDefault="003C24DC" w:rsidP="003C24DC">
      <w:pPr>
        <w:rPr>
          <w:lang w:val="en-GB"/>
        </w:rPr>
      </w:pPr>
      <w:r w:rsidRPr="0099094D">
        <w:rPr>
          <w:lang w:val="en-GB"/>
        </w:rPr>
        <w:t>money”</w:t>
      </w:r>
    </w:p>
    <w:p w14:paraId="08605BB0" w14:textId="77777777" w:rsidR="003C24DC" w:rsidRPr="00742463" w:rsidRDefault="003C24DC" w:rsidP="00C44890">
      <w:pPr>
        <w:rPr>
          <w:lang w:val="en-GB"/>
        </w:rPr>
      </w:pPr>
    </w:p>
    <w:p w14:paraId="17367821" w14:textId="77777777" w:rsidR="00C44890" w:rsidRPr="00742463" w:rsidRDefault="00C44890" w:rsidP="00772E21">
      <w:pPr>
        <w:pStyle w:val="Heading3"/>
        <w:rPr>
          <w:lang w:val="en-GB"/>
        </w:rPr>
      </w:pPr>
      <w:bookmarkStart w:id="7" w:name="_Toc419729578"/>
      <w:bookmarkEnd w:id="6"/>
      <w:r w:rsidRPr="00742463">
        <w:rPr>
          <w:lang w:val="en-GB"/>
        </w:rPr>
        <w:t>Delivery Time</w:t>
      </w:r>
      <w:bookmarkEnd w:id="7"/>
    </w:p>
    <w:p w14:paraId="1FAB4B7A" w14:textId="68C050EE" w:rsidR="00C44890" w:rsidRDefault="003C24DC" w:rsidP="00C44890">
      <w:pPr>
        <w:rPr>
          <w:lang w:val="en-GB"/>
        </w:rPr>
      </w:pPr>
      <w:r>
        <w:rPr>
          <w:lang w:val="en-GB"/>
        </w:rPr>
        <w:t>MOE requires that charters are completed before end of February 2025. The charter flights would be from Tarawa to Nadi with details on the delivery time shown below:</w:t>
      </w:r>
    </w:p>
    <w:p w14:paraId="34EDB4E5" w14:textId="53444C41" w:rsidR="003C24DC" w:rsidRDefault="003C24DC" w:rsidP="00C44890">
      <w:pPr>
        <w:rPr>
          <w:lang w:val="en-GB"/>
        </w:rPr>
      </w:pPr>
    </w:p>
    <w:tbl>
      <w:tblPr>
        <w:tblStyle w:val="TableGrid"/>
        <w:tblW w:w="0" w:type="auto"/>
        <w:tblLook w:val="04A0" w:firstRow="1" w:lastRow="0" w:firstColumn="1" w:lastColumn="0" w:noHBand="0" w:noVBand="1"/>
      </w:tblPr>
      <w:tblGrid>
        <w:gridCol w:w="827"/>
        <w:gridCol w:w="1682"/>
        <w:gridCol w:w="1237"/>
        <w:gridCol w:w="3337"/>
        <w:gridCol w:w="1138"/>
        <w:gridCol w:w="1372"/>
      </w:tblGrid>
      <w:tr w:rsidR="003C24DC" w14:paraId="71637B18" w14:textId="77777777" w:rsidTr="00255044">
        <w:tc>
          <w:tcPr>
            <w:tcW w:w="827" w:type="dxa"/>
          </w:tcPr>
          <w:p w14:paraId="7194105F" w14:textId="77777777" w:rsidR="003C24DC" w:rsidRPr="0075537E" w:rsidRDefault="003C24DC" w:rsidP="00CD4666">
            <w:pPr>
              <w:rPr>
                <w:b/>
                <w:lang w:val="en-GB"/>
              </w:rPr>
            </w:pPr>
          </w:p>
        </w:tc>
        <w:tc>
          <w:tcPr>
            <w:tcW w:w="1682" w:type="dxa"/>
          </w:tcPr>
          <w:p w14:paraId="584507FE" w14:textId="77777777" w:rsidR="003C24DC" w:rsidRPr="0075537E" w:rsidRDefault="003C24DC" w:rsidP="00CD4666">
            <w:pPr>
              <w:rPr>
                <w:b/>
                <w:lang w:val="en-GB"/>
              </w:rPr>
            </w:pPr>
            <w:r w:rsidRPr="0075537E">
              <w:rPr>
                <w:b/>
                <w:lang w:val="en-GB"/>
              </w:rPr>
              <w:t>Route</w:t>
            </w:r>
          </w:p>
        </w:tc>
        <w:tc>
          <w:tcPr>
            <w:tcW w:w="1237" w:type="dxa"/>
          </w:tcPr>
          <w:p w14:paraId="6B50824C" w14:textId="77777777" w:rsidR="003C24DC" w:rsidRPr="0075537E" w:rsidRDefault="003C24DC" w:rsidP="00CD4666">
            <w:pPr>
              <w:rPr>
                <w:b/>
                <w:lang w:val="en-GB"/>
              </w:rPr>
            </w:pPr>
            <w:r w:rsidRPr="0075537E">
              <w:rPr>
                <w:b/>
                <w:lang w:val="en-GB"/>
              </w:rPr>
              <w:t>Pax Capacity Required</w:t>
            </w:r>
          </w:p>
        </w:tc>
        <w:tc>
          <w:tcPr>
            <w:tcW w:w="3337" w:type="dxa"/>
          </w:tcPr>
          <w:p w14:paraId="0AA39473" w14:textId="77777777" w:rsidR="003C24DC" w:rsidRPr="0075537E" w:rsidRDefault="003C24DC" w:rsidP="00CD4666">
            <w:pPr>
              <w:rPr>
                <w:b/>
                <w:lang w:val="en-GB"/>
              </w:rPr>
            </w:pPr>
            <w:r w:rsidRPr="0075537E">
              <w:rPr>
                <w:b/>
                <w:lang w:val="en-GB"/>
              </w:rPr>
              <w:t>Departure Date</w:t>
            </w:r>
          </w:p>
        </w:tc>
        <w:tc>
          <w:tcPr>
            <w:tcW w:w="1138" w:type="dxa"/>
          </w:tcPr>
          <w:p w14:paraId="4082B68D" w14:textId="77777777" w:rsidR="003C24DC" w:rsidRPr="0075537E" w:rsidRDefault="003C24DC" w:rsidP="00CD4666">
            <w:pPr>
              <w:rPr>
                <w:b/>
                <w:lang w:val="en-GB"/>
              </w:rPr>
            </w:pPr>
            <w:r w:rsidRPr="0075537E">
              <w:rPr>
                <w:b/>
                <w:lang w:val="en-GB"/>
              </w:rPr>
              <w:t>Offered Price</w:t>
            </w:r>
          </w:p>
        </w:tc>
        <w:tc>
          <w:tcPr>
            <w:tcW w:w="1372" w:type="dxa"/>
          </w:tcPr>
          <w:p w14:paraId="71A21098" w14:textId="77777777" w:rsidR="003C24DC" w:rsidRPr="0075537E" w:rsidRDefault="003C24DC" w:rsidP="00CD4666">
            <w:pPr>
              <w:rPr>
                <w:b/>
                <w:lang w:val="en-GB"/>
              </w:rPr>
            </w:pPr>
            <w:r w:rsidRPr="0075537E">
              <w:rPr>
                <w:b/>
                <w:lang w:val="en-GB"/>
              </w:rPr>
              <w:t>Number of Required Flights</w:t>
            </w:r>
          </w:p>
        </w:tc>
      </w:tr>
      <w:tr w:rsidR="003C24DC" w14:paraId="198A8B50" w14:textId="77777777" w:rsidTr="00255044">
        <w:tc>
          <w:tcPr>
            <w:tcW w:w="827" w:type="dxa"/>
          </w:tcPr>
          <w:p w14:paraId="10764CDF" w14:textId="77777777" w:rsidR="003C24DC" w:rsidRPr="007B2954" w:rsidRDefault="003C24DC" w:rsidP="00CD4666">
            <w:pPr>
              <w:pStyle w:val="ListParagraph"/>
              <w:numPr>
                <w:ilvl w:val="0"/>
                <w:numId w:val="17"/>
              </w:numPr>
              <w:ind w:leftChars="0"/>
              <w:rPr>
                <w:rFonts w:ascii="Cambria" w:hAnsi="Cambria"/>
                <w:highlight w:val="yellow"/>
                <w:lang w:val="en-GB"/>
              </w:rPr>
            </w:pPr>
          </w:p>
        </w:tc>
        <w:tc>
          <w:tcPr>
            <w:tcW w:w="1682" w:type="dxa"/>
          </w:tcPr>
          <w:p w14:paraId="256FB1F3" w14:textId="77777777" w:rsidR="003C24DC" w:rsidRPr="007B2954" w:rsidRDefault="003C24DC" w:rsidP="00CD4666">
            <w:pPr>
              <w:rPr>
                <w:highlight w:val="yellow"/>
                <w:lang w:val="en-GB"/>
              </w:rPr>
            </w:pPr>
            <w:r w:rsidRPr="007B2954">
              <w:rPr>
                <w:highlight w:val="yellow"/>
                <w:lang w:val="en-GB"/>
              </w:rPr>
              <w:t>Nadi-Tarawa-Nadi</w:t>
            </w:r>
          </w:p>
        </w:tc>
        <w:tc>
          <w:tcPr>
            <w:tcW w:w="1237" w:type="dxa"/>
          </w:tcPr>
          <w:p w14:paraId="490A6DD3" w14:textId="77777777" w:rsidR="003C24DC" w:rsidRPr="007B2954" w:rsidRDefault="003C24DC" w:rsidP="00CD4666">
            <w:pPr>
              <w:rPr>
                <w:highlight w:val="yellow"/>
                <w:lang w:val="en-GB"/>
              </w:rPr>
            </w:pPr>
            <w:r w:rsidRPr="007B2954">
              <w:rPr>
                <w:highlight w:val="yellow"/>
                <w:lang w:val="en-GB"/>
              </w:rPr>
              <w:t>150+</w:t>
            </w:r>
          </w:p>
        </w:tc>
        <w:tc>
          <w:tcPr>
            <w:tcW w:w="3337" w:type="dxa"/>
          </w:tcPr>
          <w:p w14:paraId="4F51EA2E" w14:textId="1FA7812E" w:rsidR="00255044" w:rsidRPr="007B2954" w:rsidRDefault="00643E97" w:rsidP="00255044">
            <w:pPr>
              <w:rPr>
                <w:highlight w:val="yellow"/>
                <w:lang w:val="en-GB"/>
              </w:rPr>
            </w:pPr>
            <w:r w:rsidRPr="007B2954">
              <w:rPr>
                <w:highlight w:val="yellow"/>
                <w:lang w:val="en-GB"/>
              </w:rPr>
              <w:t>SIU SSS to provide date of uplift</w:t>
            </w:r>
          </w:p>
        </w:tc>
        <w:tc>
          <w:tcPr>
            <w:tcW w:w="1138" w:type="dxa"/>
          </w:tcPr>
          <w:p w14:paraId="1491B517" w14:textId="77777777" w:rsidR="003C24DC" w:rsidRPr="007B2954" w:rsidRDefault="003C24DC" w:rsidP="00CD4666">
            <w:pPr>
              <w:rPr>
                <w:highlight w:val="yellow"/>
                <w:lang w:val="en-GB"/>
              </w:rPr>
            </w:pPr>
          </w:p>
        </w:tc>
        <w:tc>
          <w:tcPr>
            <w:tcW w:w="1372" w:type="dxa"/>
          </w:tcPr>
          <w:p w14:paraId="34DCE6AF" w14:textId="77777777" w:rsidR="003C24DC" w:rsidRPr="007B2954" w:rsidRDefault="003C24DC" w:rsidP="00CD4666">
            <w:pPr>
              <w:rPr>
                <w:highlight w:val="yellow"/>
                <w:lang w:val="en-GB"/>
              </w:rPr>
            </w:pPr>
            <w:r w:rsidRPr="007B2954">
              <w:rPr>
                <w:highlight w:val="yellow"/>
                <w:lang w:val="en-GB"/>
              </w:rPr>
              <w:t>7</w:t>
            </w:r>
          </w:p>
        </w:tc>
      </w:tr>
    </w:tbl>
    <w:p w14:paraId="7E2E36D2" w14:textId="77777777" w:rsidR="003C24DC" w:rsidRPr="00742463" w:rsidRDefault="003C24DC" w:rsidP="00C44890">
      <w:pPr>
        <w:rPr>
          <w:lang w:val="en-GB"/>
        </w:rPr>
      </w:pPr>
    </w:p>
    <w:bookmarkEnd w:id="1"/>
    <w:bookmarkEnd w:id="4"/>
    <w:bookmarkEnd w:id="5"/>
    <w:p w14:paraId="06D3C1C1" w14:textId="203283E8" w:rsidR="00C44890" w:rsidRPr="00B15751" w:rsidRDefault="00B15751" w:rsidP="00B15751">
      <w:pPr>
        <w:pStyle w:val="Heading2"/>
        <w:rPr>
          <w:sz w:val="24"/>
        </w:rPr>
      </w:pPr>
      <w:r w:rsidRPr="00B15751">
        <w:rPr>
          <w:sz w:val="24"/>
        </w:rPr>
        <w:t>Please note that for passenger capacity, the Ministry requires that the maximum capacity of the vessel to be utilized.</w:t>
      </w:r>
    </w:p>
    <w:sectPr w:rsidR="00C44890" w:rsidRPr="00B15751"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F52EB" w14:textId="77777777" w:rsidR="007A031E" w:rsidRDefault="007A031E">
      <w:r>
        <w:separator/>
      </w:r>
    </w:p>
  </w:endnote>
  <w:endnote w:type="continuationSeparator" w:id="0">
    <w:p w14:paraId="66D486A9" w14:textId="77777777" w:rsidR="007A031E" w:rsidRDefault="007A031E">
      <w:r>
        <w:continuationSeparator/>
      </w:r>
    </w:p>
  </w:endnote>
  <w:endnote w:type="continuationNotice" w:id="1">
    <w:p w14:paraId="40EBD8C7" w14:textId="77777777" w:rsidR="007A031E" w:rsidRDefault="007A0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20B0604020202020204"/>
    <w:charset w:val="81"/>
    <w:family w:val="roman"/>
    <w:notTrueType/>
    <w:pitch w:val="default"/>
    <w:sig w:usb0="00000000" w:usb1="09060000" w:usb2="00000010" w:usb3="00000000" w:csb0="00080000" w:csb1="00000000"/>
  </w:font>
  <w:font w:name="산세리프">
    <w:panose1 w:val="020B0604020202020204"/>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panose1 w:val="020B0604020202020204"/>
    <w:charset w:val="81"/>
    <w:family w:val="auto"/>
    <w:pitch w:val="variable"/>
    <w:sig w:usb0="800002A7" w:usb1="19D77CFB" w:usb2="00000010" w:usb3="00000000" w:csb0="00080000" w:csb1="00000000"/>
  </w:font>
  <w:font w:name="HCI Poppy">
    <w:altName w:val="Times New Roman"/>
    <w:panose1 w:val="020B06040202020202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373C2EC3"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A1363" w:rsidRPr="005A1363">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A1363" w:rsidRPr="005A1363">
      <w:rPr>
        <w:noProof/>
        <w:color w:val="17365D" w:themeColor="text2" w:themeShade="BF"/>
        <w:lang w:val="sv-SE"/>
      </w:rPr>
      <w:t>3</w:t>
    </w:r>
    <w:r>
      <w:rPr>
        <w:color w:val="17365D" w:themeColor="text2" w:themeShade="BF"/>
      </w:rPr>
      <w:fldChar w:fldCharType="end"/>
    </w:r>
  </w:p>
  <w:p w14:paraId="213B5D63" w14:textId="0AE24E39" w:rsidR="00133D55" w:rsidRDefault="00133D55" w:rsidP="004878F3">
    <w:pPr>
      <w:pStyle w:val="Footer"/>
    </w:pPr>
    <w:r>
      <w:fldChar w:fldCharType="begin"/>
    </w:r>
    <w:r>
      <w:instrText xml:space="preserve"> DATE \@ "yyyy-MM-dd" </w:instrText>
    </w:r>
    <w:r>
      <w:fldChar w:fldCharType="separate"/>
    </w:r>
    <w:r w:rsidR="003A573B">
      <w:rPr>
        <w:noProof/>
      </w:rPr>
      <w:t>2025-12-18</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0F90A" w14:textId="77777777" w:rsidR="007A031E" w:rsidRDefault="007A031E">
      <w:r>
        <w:separator/>
      </w:r>
    </w:p>
  </w:footnote>
  <w:footnote w:type="continuationSeparator" w:id="0">
    <w:p w14:paraId="0A744C76" w14:textId="77777777" w:rsidR="007A031E" w:rsidRDefault="007A031E">
      <w:r>
        <w:continuationSeparator/>
      </w:r>
    </w:p>
  </w:footnote>
  <w:footnote w:type="continuationNotice" w:id="1">
    <w:p w14:paraId="3D1587E6" w14:textId="77777777" w:rsidR="007A031E" w:rsidRDefault="007A03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2F1A0B8B" w:rsidR="001A0764" w:rsidRPr="00426CCC" w:rsidRDefault="00FF7B55" w:rsidP="00FF7B55">
    <w:pPr>
      <w:pStyle w:val="Header"/>
      <w:tabs>
        <w:tab w:val="clear" w:pos="4320"/>
        <w:tab w:val="clear" w:pos="8640"/>
        <w:tab w:val="center" w:pos="4820"/>
        <w:tab w:val="right" w:pos="9498"/>
      </w:tabs>
      <w:rPr>
        <w:rFonts w:asciiTheme="minorHAnsi" w:hAnsiTheme="minorHAnsi" w:cs="Calibri"/>
        <w:b/>
        <w:bCs/>
        <w:sz w:val="20"/>
      </w:rPr>
    </w:pPr>
    <w:r w:rsidRPr="00426CCC">
      <w:rPr>
        <w:rFonts w:asciiTheme="minorHAnsi" w:hAnsiTheme="minorHAnsi" w:cs="Calibri"/>
        <w:b/>
        <w:bCs/>
        <w:sz w:val="20"/>
      </w:rPr>
      <w:tab/>
    </w:r>
    <w:r w:rsidR="00133D55" w:rsidRPr="00426CCC">
      <w:rPr>
        <w:b/>
        <w:bCs/>
        <w:noProof/>
        <w:lang w:val="en-GB" w:eastAsia="en-GB"/>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sidRPr="00426CCC">
      <w:rPr>
        <w:rFonts w:asciiTheme="minorHAnsi" w:hAnsiTheme="minorHAnsi" w:cs="Calibri"/>
        <w:b/>
        <w:bCs/>
        <w:sz w:val="20"/>
      </w:rPr>
      <w:tab/>
    </w:r>
    <w:r w:rsidR="003A573B" w:rsidRPr="009C6A29">
      <w:rPr>
        <w:rStyle w:val="Strong"/>
        <w:bCs w:val="0"/>
        <w:szCs w:val="24"/>
      </w:rPr>
      <w:t>RFQ</w:t>
    </w:r>
    <w:r w:rsidR="003A573B" w:rsidRPr="003D05BD">
      <w:rPr>
        <w:rStyle w:val="Strong"/>
        <w:bCs w:val="0"/>
        <w:szCs w:val="24"/>
      </w:rPr>
      <w:t>-23-SS005-25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3D9A01D2"/>
    <w:multiLevelType w:val="hybridMultilevel"/>
    <w:tmpl w:val="DBD88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42F512C"/>
    <w:multiLevelType w:val="hybridMultilevel"/>
    <w:tmpl w:val="560A12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8333812">
    <w:abstractNumId w:val="1"/>
  </w:num>
  <w:num w:numId="2" w16cid:durableId="413166653">
    <w:abstractNumId w:val="15"/>
  </w:num>
  <w:num w:numId="3" w16cid:durableId="973175888">
    <w:abstractNumId w:val="16"/>
  </w:num>
  <w:num w:numId="4" w16cid:durableId="2071616367">
    <w:abstractNumId w:val="7"/>
  </w:num>
  <w:num w:numId="5" w16cid:durableId="1696929746">
    <w:abstractNumId w:val="5"/>
  </w:num>
  <w:num w:numId="6" w16cid:durableId="2077320722">
    <w:abstractNumId w:val="11"/>
  </w:num>
  <w:num w:numId="7" w16cid:durableId="1764758168">
    <w:abstractNumId w:val="8"/>
  </w:num>
  <w:num w:numId="8" w16cid:durableId="130950136">
    <w:abstractNumId w:val="13"/>
  </w:num>
  <w:num w:numId="9" w16cid:durableId="271132672">
    <w:abstractNumId w:val="0"/>
  </w:num>
  <w:num w:numId="10" w16cid:durableId="184486447">
    <w:abstractNumId w:val="12"/>
  </w:num>
  <w:num w:numId="11" w16cid:durableId="392119370">
    <w:abstractNumId w:val="3"/>
  </w:num>
  <w:num w:numId="12" w16cid:durableId="1112289317">
    <w:abstractNumId w:val="10"/>
  </w:num>
  <w:num w:numId="13" w16cid:durableId="272834102">
    <w:abstractNumId w:val="14"/>
  </w:num>
  <w:num w:numId="14" w16cid:durableId="1570265535">
    <w:abstractNumId w:val="4"/>
  </w:num>
  <w:num w:numId="15" w16cid:durableId="2068606042">
    <w:abstractNumId w:val="9"/>
  </w:num>
  <w:num w:numId="16" w16cid:durableId="836961284">
    <w:abstractNumId w:val="2"/>
  </w:num>
  <w:num w:numId="17" w16cid:durableId="88722992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5C2"/>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CE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044"/>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573B"/>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4DC"/>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CCC"/>
    <w:rsid w:val="00426E6C"/>
    <w:rsid w:val="00430F2F"/>
    <w:rsid w:val="00431A5D"/>
    <w:rsid w:val="00431FAE"/>
    <w:rsid w:val="004324B6"/>
    <w:rsid w:val="00433964"/>
    <w:rsid w:val="00433D1A"/>
    <w:rsid w:val="00434564"/>
    <w:rsid w:val="004347AA"/>
    <w:rsid w:val="00434A95"/>
    <w:rsid w:val="00435F54"/>
    <w:rsid w:val="00435F83"/>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1363"/>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3E97"/>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896"/>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031E"/>
    <w:rsid w:val="007A28C6"/>
    <w:rsid w:val="007A3E71"/>
    <w:rsid w:val="007A56FE"/>
    <w:rsid w:val="007A5E4A"/>
    <w:rsid w:val="007B04E2"/>
    <w:rsid w:val="007B0AEC"/>
    <w:rsid w:val="007B2954"/>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85DB2"/>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37FA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5751"/>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2D7A"/>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3724E"/>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0EAB"/>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0D0B"/>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5A0"/>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B86A467-57D6-43EA-9F04-02736BBFAF18}">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Settings\Administrator\Desktop\Ethiopian Country Program(TOR_V1)_0525.dot</Template>
  <TotalTime>20</TotalTime>
  <Pages>3</Pages>
  <Words>285</Words>
  <Characters>1607</Characters>
  <Application>Microsoft Office Word</Application>
  <DocSecurity>0</DocSecurity>
  <Lines>53</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1863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Tekirabereta Matiota</cp:lastModifiedBy>
  <cp:revision>13</cp:revision>
  <cp:lastPrinted>2013-10-18T08:32:00Z</cp:lastPrinted>
  <dcterms:created xsi:type="dcterms:W3CDTF">2020-07-06T12:40:00Z</dcterms:created>
  <dcterms:modified xsi:type="dcterms:W3CDTF">2025-12-18T09:16:00Z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